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172A8" w14:paraId="4014C3D1" w14:textId="77777777" w:rsidTr="00E7348F">
        <w:tc>
          <w:tcPr>
            <w:tcW w:w="2689" w:type="dxa"/>
          </w:tcPr>
          <w:p w14:paraId="7D268679" w14:textId="271BAA90" w:rsidR="003172A8" w:rsidRPr="003172A8" w:rsidRDefault="003172A8" w:rsidP="003172A8">
            <w:pPr>
              <w:pStyle w:val="SIText"/>
            </w:pPr>
            <w:r w:rsidRPr="003172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A01BF4D" w14:textId="2181BC96" w:rsidR="003172A8" w:rsidRPr="003172A8" w:rsidRDefault="003172A8" w:rsidP="00F434E4">
            <w:pPr>
              <w:pStyle w:val="SIText"/>
            </w:pPr>
            <w:r w:rsidRPr="003172A8">
              <w:t xml:space="preserve">This version released with AHC Agriculture, Horticulture,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3172A8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D63A199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401</w:t>
            </w:r>
          </w:p>
        </w:tc>
        <w:tc>
          <w:tcPr>
            <w:tcW w:w="3604" w:type="pct"/>
            <w:shd w:val="clear" w:color="auto" w:fill="auto"/>
          </w:tcPr>
          <w:p w14:paraId="01D80964" w14:textId="4261A3AE" w:rsidR="00F1480E" w:rsidRPr="005404CB" w:rsidRDefault="00120F02" w:rsidP="00F32B18">
            <w:pPr>
              <w:pStyle w:val="SIUnittitle"/>
            </w:pPr>
            <w:r w:rsidRPr="00120F02">
              <w:t>Provide advice on permaculture principles and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220CD2" w14:textId="0F30338B" w:rsidR="00120F02" w:rsidRPr="00120F02" w:rsidRDefault="00120F02" w:rsidP="00120F02">
            <w:r w:rsidRPr="00120F02">
              <w:t xml:space="preserve">This unit of competency describes the skills and knowledge required to </w:t>
            </w:r>
            <w:r w:rsidR="00F77010">
              <w:t xml:space="preserve">determine client requirements, research possible solutions and communicate advice on principles and practices for a </w:t>
            </w:r>
            <w:proofErr w:type="gramStart"/>
            <w:r w:rsidR="00F77010">
              <w:t>permaculture systems</w:t>
            </w:r>
            <w:proofErr w:type="gramEnd"/>
            <w:r w:rsidR="00F77010">
              <w:t xml:space="preserve"> to the client.</w:t>
            </w:r>
          </w:p>
          <w:p w14:paraId="1FC18256" w14:textId="77777777" w:rsidR="00120F02" w:rsidRPr="00120F02" w:rsidRDefault="00120F02" w:rsidP="00120F02"/>
          <w:p w14:paraId="5DB1F32F" w14:textId="77777777" w:rsidR="00120F02" w:rsidRPr="00120F02" w:rsidRDefault="00120F02" w:rsidP="00120F02">
            <w:r w:rsidRPr="00120F02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120F02">
              <w:t>allocation</w:t>
            </w:r>
            <w:proofErr w:type="gramEnd"/>
            <w:r w:rsidRPr="00120F02">
              <w:t xml:space="preserve"> and use of available resources.</w:t>
            </w:r>
          </w:p>
          <w:p w14:paraId="0ECB3907" w14:textId="77777777" w:rsidR="00120F02" w:rsidRPr="00120F02" w:rsidRDefault="00120F02" w:rsidP="00120F02"/>
          <w:p w14:paraId="22C15BCD" w14:textId="3B79E150" w:rsidR="00373436" w:rsidRPr="000754EC" w:rsidRDefault="00120F02" w:rsidP="00F434E4">
            <w:pPr>
              <w:pStyle w:val="SIText"/>
            </w:pPr>
            <w:r w:rsidRPr="00120F0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B02C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3487823" w:rsidR="00FB02C0" w:rsidRPr="00FB02C0" w:rsidRDefault="00FB02C0" w:rsidP="00FB02C0">
            <w:pPr>
              <w:pStyle w:val="SIText"/>
            </w:pPr>
            <w:r w:rsidRPr="00FB02C0">
              <w:t>1. Identify client requirements for advice</w:t>
            </w:r>
          </w:p>
        </w:tc>
        <w:tc>
          <w:tcPr>
            <w:tcW w:w="3604" w:type="pct"/>
            <w:shd w:val="clear" w:color="auto" w:fill="auto"/>
          </w:tcPr>
          <w:p w14:paraId="5C27D03D" w14:textId="424ABA9D" w:rsidR="00FB02C0" w:rsidRPr="00FB02C0" w:rsidRDefault="00FB02C0" w:rsidP="00FB02C0">
            <w:r w:rsidRPr="00FB02C0">
              <w:t xml:space="preserve">1.1 Initiate contact with client </w:t>
            </w:r>
            <w:r w:rsidR="005012BE">
              <w:t>and record personal details according to workplace procedures</w:t>
            </w:r>
          </w:p>
          <w:p w14:paraId="7E6CAC44" w14:textId="64001D46" w:rsidR="00FB02C0" w:rsidRPr="00FB02C0" w:rsidRDefault="00FB02C0" w:rsidP="00FB02C0">
            <w:r w:rsidRPr="00FB02C0">
              <w:t xml:space="preserve">1.2 </w:t>
            </w:r>
            <w:r w:rsidR="00F77010">
              <w:t>Determine</w:t>
            </w:r>
            <w:r w:rsidRPr="00FB02C0">
              <w:t xml:space="preserve"> </w:t>
            </w:r>
            <w:r w:rsidR="00F77010" w:rsidRPr="00F77010">
              <w:t>scope and type of permaculture advice required</w:t>
            </w:r>
          </w:p>
          <w:p w14:paraId="2A19B36D" w14:textId="0686D0B4" w:rsidR="00FB02C0" w:rsidRPr="00FB02C0" w:rsidRDefault="00FB02C0" w:rsidP="00FB02C0">
            <w:r w:rsidRPr="00FB02C0">
              <w:t xml:space="preserve">1.3 </w:t>
            </w:r>
            <w:r w:rsidR="00F434E4">
              <w:t xml:space="preserve">Identify </w:t>
            </w:r>
            <w:r w:rsidR="005012BE">
              <w:t xml:space="preserve">financial and time constraints </w:t>
            </w:r>
            <w:r w:rsidR="00F434E4">
              <w:t xml:space="preserve">available to </w:t>
            </w:r>
            <w:r w:rsidRPr="00FB02C0">
              <w:t>clien</w:t>
            </w:r>
            <w:r w:rsidR="005012BE">
              <w:t>t for advice</w:t>
            </w:r>
          </w:p>
          <w:p w14:paraId="350A40FA" w14:textId="4B203595" w:rsidR="00F32B18" w:rsidRDefault="00FB02C0" w:rsidP="00B74D68">
            <w:r w:rsidRPr="00FB02C0">
              <w:t xml:space="preserve">1.4 </w:t>
            </w:r>
            <w:r w:rsidR="00F32B18">
              <w:t xml:space="preserve">Prepare a brief </w:t>
            </w:r>
            <w:r w:rsidR="00973095">
              <w:t xml:space="preserve">for requested advice </w:t>
            </w:r>
            <w:r w:rsidR="00F32B18">
              <w:t>and confirm with client</w:t>
            </w:r>
          </w:p>
          <w:p w14:paraId="4B044429" w14:textId="7D014B2D" w:rsidR="00FB02C0" w:rsidRPr="00FB02C0" w:rsidRDefault="00F32B18" w:rsidP="004C41BA">
            <w:r>
              <w:t>1.5 Secure approval to progress with brief from client</w:t>
            </w:r>
            <w:r w:rsidR="00973095">
              <w:t xml:space="preserve"> according to workplace procedures</w:t>
            </w:r>
          </w:p>
        </w:tc>
      </w:tr>
      <w:tr w:rsidR="00FB02C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B47078" w:rsidR="00FB02C0" w:rsidRPr="00FB02C0" w:rsidRDefault="00FB02C0" w:rsidP="00FB02C0">
            <w:pPr>
              <w:pStyle w:val="SIText"/>
            </w:pPr>
            <w:r w:rsidRPr="00FB02C0">
              <w:t xml:space="preserve">2. Provide </w:t>
            </w:r>
            <w:r w:rsidR="00973095">
              <w:t xml:space="preserve">client with general </w:t>
            </w:r>
            <w:r w:rsidRPr="00FB02C0">
              <w:t>information on permaculture</w:t>
            </w:r>
          </w:p>
        </w:tc>
        <w:tc>
          <w:tcPr>
            <w:tcW w:w="3604" w:type="pct"/>
            <w:shd w:val="clear" w:color="auto" w:fill="auto"/>
          </w:tcPr>
          <w:p w14:paraId="22BBF8DC" w14:textId="44D88ECC" w:rsidR="006518B0" w:rsidRDefault="00FB02C0" w:rsidP="00FB02C0">
            <w:r w:rsidRPr="00FB02C0">
              <w:t>2.1 S</w:t>
            </w:r>
            <w:r w:rsidR="00B74D68">
              <w:t xml:space="preserve">ource general </w:t>
            </w:r>
            <w:r w:rsidR="00B74D68" w:rsidRPr="00B74D68">
              <w:t xml:space="preserve">information on permaculture design principles and practices </w:t>
            </w:r>
          </w:p>
          <w:p w14:paraId="3E333E3A" w14:textId="31F418CD" w:rsidR="00FB02C0" w:rsidRPr="00FB02C0" w:rsidRDefault="006518B0" w:rsidP="00FB02C0">
            <w:r>
              <w:t>2.2 Provide client with general information on</w:t>
            </w:r>
            <w:r w:rsidRPr="00B74D68">
              <w:t xml:space="preserve"> </w:t>
            </w:r>
            <w:r w:rsidRPr="006518B0">
              <w:t>permaculture design principles and practices</w:t>
            </w:r>
          </w:p>
          <w:p w14:paraId="4EE718ED" w14:textId="2A6B4DF3" w:rsidR="00FB02C0" w:rsidRPr="00FB02C0" w:rsidRDefault="00FB02C0" w:rsidP="00FB02C0">
            <w:r w:rsidRPr="00FB02C0">
              <w:t>2.</w:t>
            </w:r>
            <w:r w:rsidR="006518B0">
              <w:t>3</w:t>
            </w:r>
            <w:r w:rsidRPr="00FB02C0">
              <w:t xml:space="preserve"> </w:t>
            </w:r>
            <w:r w:rsidR="00C328DC">
              <w:t xml:space="preserve">Clarify </w:t>
            </w:r>
            <w:r w:rsidR="006518B0">
              <w:t xml:space="preserve">general </w:t>
            </w:r>
            <w:r w:rsidR="00C328DC">
              <w:t xml:space="preserve">information on request from </w:t>
            </w:r>
            <w:r w:rsidRPr="00FB02C0">
              <w:t>client</w:t>
            </w:r>
          </w:p>
          <w:p w14:paraId="0D2B9F5F" w14:textId="07C62079" w:rsidR="00C328DC" w:rsidRPr="00FB02C0" w:rsidRDefault="00FB02C0">
            <w:r w:rsidRPr="00FB02C0">
              <w:t>2.</w:t>
            </w:r>
            <w:r w:rsidR="006518B0">
              <w:t>4</w:t>
            </w:r>
            <w:r w:rsidR="00C328DC" w:rsidRPr="00FB02C0">
              <w:t xml:space="preserve"> </w:t>
            </w:r>
            <w:r w:rsidR="00C328DC">
              <w:t>Provide client with supplementary resources and references according to client needs</w:t>
            </w:r>
          </w:p>
          <w:p w14:paraId="2B00249F" w14:textId="270D6290" w:rsidR="00FB02C0" w:rsidRPr="00FB02C0" w:rsidRDefault="00FB02C0" w:rsidP="006370A2">
            <w:r w:rsidRPr="00FB02C0">
              <w:t>2.</w:t>
            </w:r>
            <w:r w:rsidR="006518B0">
              <w:t>5</w:t>
            </w:r>
            <w:r w:rsidRPr="00FB02C0">
              <w:t xml:space="preserve"> Record </w:t>
            </w:r>
            <w:r w:rsidR="00C328DC">
              <w:t xml:space="preserve">general </w:t>
            </w:r>
            <w:r w:rsidRPr="00FB02C0">
              <w:t xml:space="preserve">information </w:t>
            </w:r>
            <w:r w:rsidR="00C328DC">
              <w:t>provided</w:t>
            </w:r>
            <w:r w:rsidR="00C328DC" w:rsidRPr="00FB02C0">
              <w:t xml:space="preserve"> </w:t>
            </w:r>
            <w:r w:rsidRPr="00FB02C0">
              <w:t>to client</w:t>
            </w:r>
          </w:p>
        </w:tc>
      </w:tr>
      <w:tr w:rsidR="00FB02C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1A0E067" w:rsidR="00FB02C0" w:rsidRPr="00FB02C0" w:rsidRDefault="00FB02C0" w:rsidP="00FB02C0">
            <w:pPr>
              <w:pStyle w:val="SIText"/>
            </w:pPr>
            <w:r w:rsidRPr="00FB02C0">
              <w:t>3. Undertake permaculture research</w:t>
            </w:r>
          </w:p>
        </w:tc>
        <w:tc>
          <w:tcPr>
            <w:tcW w:w="3604" w:type="pct"/>
            <w:shd w:val="clear" w:color="auto" w:fill="auto"/>
          </w:tcPr>
          <w:p w14:paraId="2E877C6E" w14:textId="55474949" w:rsidR="004C41BA" w:rsidRPr="004C41BA" w:rsidRDefault="004C41BA" w:rsidP="004C41BA">
            <w:r w:rsidRPr="004C41BA">
              <w:t>3.</w:t>
            </w:r>
            <w:r>
              <w:t>1</w:t>
            </w:r>
            <w:r w:rsidRPr="004C41BA">
              <w:t xml:space="preserve"> Determine strategies and sources</w:t>
            </w:r>
            <w:r>
              <w:t xml:space="preserve"> of information to support research</w:t>
            </w:r>
          </w:p>
          <w:p w14:paraId="04DA4F88" w14:textId="6D7ED6AA" w:rsidR="00FB02C0" w:rsidRPr="00FB02C0" w:rsidRDefault="00FB02C0" w:rsidP="00FB02C0">
            <w:r w:rsidRPr="00FB02C0">
              <w:t>3.</w:t>
            </w:r>
            <w:r w:rsidR="004C41BA">
              <w:t>2</w:t>
            </w:r>
            <w:r w:rsidRPr="00FB02C0">
              <w:t xml:space="preserve"> </w:t>
            </w:r>
            <w:r w:rsidR="00B74D68">
              <w:t>Investigate</w:t>
            </w:r>
            <w:r w:rsidR="00B74D68" w:rsidRPr="00FB02C0">
              <w:t xml:space="preserve"> </w:t>
            </w:r>
            <w:r w:rsidRPr="00FB02C0">
              <w:t xml:space="preserve">specific applications of permaculture principles and practices </w:t>
            </w:r>
            <w:r w:rsidR="004C41BA">
              <w:t xml:space="preserve">according to </w:t>
            </w:r>
            <w:r w:rsidRPr="00FB02C0">
              <w:t xml:space="preserve">client </w:t>
            </w:r>
            <w:r w:rsidR="004C41BA">
              <w:t>brief</w:t>
            </w:r>
          </w:p>
          <w:p w14:paraId="21E5775A" w14:textId="118B83A5" w:rsidR="00FB02C0" w:rsidRDefault="00FB02C0" w:rsidP="004C41BA">
            <w:r w:rsidRPr="00FB02C0">
              <w:t xml:space="preserve">3.3 </w:t>
            </w:r>
            <w:r w:rsidR="004652C9">
              <w:t>I</w:t>
            </w:r>
            <w:r w:rsidRPr="00FB02C0">
              <w:t xml:space="preserve">nvestigate </w:t>
            </w:r>
            <w:r w:rsidR="004C41BA">
              <w:t>current</w:t>
            </w:r>
            <w:r w:rsidR="004C41BA" w:rsidRPr="00FB02C0">
              <w:t xml:space="preserve"> </w:t>
            </w:r>
            <w:r w:rsidRPr="00FB02C0">
              <w:t>developments in permaculture principles and practices</w:t>
            </w:r>
          </w:p>
          <w:p w14:paraId="1C93868F" w14:textId="78F85EEB" w:rsidR="004C41BA" w:rsidRPr="00FB02C0" w:rsidRDefault="004C41BA">
            <w:r>
              <w:t>3.4</w:t>
            </w:r>
            <w:r w:rsidRPr="004C41BA">
              <w:t xml:space="preserve"> Compile </w:t>
            </w:r>
            <w:r>
              <w:t xml:space="preserve">and summarise </w:t>
            </w:r>
            <w:r w:rsidRPr="004C41BA">
              <w:t>research findings</w:t>
            </w:r>
          </w:p>
        </w:tc>
      </w:tr>
      <w:tr w:rsidR="00FB02C0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29B8749F" w:rsidR="00FB02C0" w:rsidRPr="00FB02C0" w:rsidRDefault="00FB02C0" w:rsidP="00FB02C0">
            <w:pPr>
              <w:pStyle w:val="SIText"/>
            </w:pPr>
            <w:r w:rsidRPr="00FB02C0">
              <w:t xml:space="preserve">4. Provide advice on </w:t>
            </w:r>
            <w:r w:rsidR="00C328DC">
              <w:t xml:space="preserve">specific </w:t>
            </w:r>
            <w:r w:rsidRPr="00FB02C0">
              <w:t>permaculture principles and practices</w:t>
            </w:r>
          </w:p>
        </w:tc>
        <w:tc>
          <w:tcPr>
            <w:tcW w:w="3604" w:type="pct"/>
            <w:shd w:val="clear" w:color="auto" w:fill="auto"/>
          </w:tcPr>
          <w:p w14:paraId="0B4E8536" w14:textId="13DF7717" w:rsidR="00FB02C0" w:rsidRPr="00FB02C0" w:rsidRDefault="004C41BA" w:rsidP="00FB02C0">
            <w:r>
              <w:t>4.1</w:t>
            </w:r>
            <w:r w:rsidR="00A32D3D">
              <w:t xml:space="preserve"> </w:t>
            </w:r>
            <w:r>
              <w:t>Document advice according to</w:t>
            </w:r>
            <w:r w:rsidR="00FB02C0" w:rsidRPr="00FB02C0">
              <w:t xml:space="preserve"> client brief</w:t>
            </w:r>
            <w:r w:rsidR="00A32D3D">
              <w:t xml:space="preserve"> and workplace procedures</w:t>
            </w:r>
          </w:p>
          <w:p w14:paraId="5E59198B" w14:textId="0BF32500" w:rsidR="00FB02C0" w:rsidRPr="00FB02C0" w:rsidRDefault="00FB02C0" w:rsidP="00FB02C0">
            <w:r w:rsidRPr="00FB02C0">
              <w:t xml:space="preserve">4.2 </w:t>
            </w:r>
            <w:r w:rsidR="004C41BA">
              <w:t xml:space="preserve">Communicate and confirm </w:t>
            </w:r>
            <w:r w:rsidRPr="00FB02C0">
              <w:t xml:space="preserve">contents of documentation </w:t>
            </w:r>
            <w:r w:rsidR="004C41BA">
              <w:t>with</w:t>
            </w:r>
            <w:r w:rsidR="004C41BA" w:rsidRPr="00FB02C0">
              <w:t xml:space="preserve"> </w:t>
            </w:r>
            <w:r w:rsidRPr="00FB02C0">
              <w:t>client</w:t>
            </w:r>
          </w:p>
          <w:p w14:paraId="7C17436F" w14:textId="7DE8310E" w:rsidR="00FB02C0" w:rsidRDefault="00FB02C0" w:rsidP="00FB02C0">
            <w:r w:rsidRPr="00FB02C0">
              <w:t>4.</w:t>
            </w:r>
            <w:r w:rsidR="004C41BA">
              <w:t>3</w:t>
            </w:r>
            <w:r w:rsidRPr="00FB02C0">
              <w:t xml:space="preserve"> </w:t>
            </w:r>
            <w:r w:rsidR="004C41BA">
              <w:t>C</w:t>
            </w:r>
            <w:r w:rsidR="004C41BA" w:rsidRPr="00FB02C0">
              <w:t>larify</w:t>
            </w:r>
            <w:r w:rsidR="004C41BA">
              <w:t xml:space="preserve"> or expand </w:t>
            </w:r>
            <w:r w:rsidR="00A32D3D">
              <w:t xml:space="preserve">on </w:t>
            </w:r>
            <w:r w:rsidR="004C41BA">
              <w:t>advice according to client requests</w:t>
            </w:r>
          </w:p>
          <w:p w14:paraId="2A274C70" w14:textId="3EE2F954" w:rsidR="00E35EE1" w:rsidRPr="00FB02C0" w:rsidRDefault="00E35EE1" w:rsidP="00FB02C0">
            <w:r>
              <w:t>4.4 Finalise advisory process according to workplace procedures</w:t>
            </w:r>
          </w:p>
          <w:p w14:paraId="61F758F9" w14:textId="4FAED5F4" w:rsidR="00FB02C0" w:rsidRPr="00FB02C0" w:rsidRDefault="00FB02C0">
            <w:r w:rsidRPr="00FB02C0">
              <w:t xml:space="preserve">4.5 </w:t>
            </w:r>
            <w:r w:rsidR="00A32D3D">
              <w:t xml:space="preserve">Seek and respond to </w:t>
            </w:r>
            <w:r w:rsidRPr="00FB02C0">
              <w:t>feedback from client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B972823" w:rsidR="00F1480E" w:rsidRPr="005404CB" w:rsidRDefault="004F78AE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5FD798F2" w:rsidR="00F1480E" w:rsidRPr="005404CB" w:rsidRDefault="006A7E73">
            <w:pPr>
              <w:pStyle w:val="SIBulletList1"/>
              <w:rPr>
                <w:rFonts w:eastAsia="Calibri"/>
              </w:rPr>
            </w:pPr>
            <w:r w:rsidRPr="006A7E73">
              <w:t xml:space="preserve">Prepares and produces </w:t>
            </w:r>
            <w:r>
              <w:t xml:space="preserve">client brief for </w:t>
            </w:r>
            <w:r w:rsidRPr="006A7E73">
              <w:t xml:space="preserve">a specific </w:t>
            </w:r>
            <w:r>
              <w:t>context</w:t>
            </w:r>
            <w:r w:rsidRPr="006A7E73">
              <w:t xml:space="preserve"> using clear and detailed language </w:t>
            </w:r>
            <w:proofErr w:type="gramStart"/>
            <w:r w:rsidRPr="006A7E73">
              <w:t>in order to</w:t>
            </w:r>
            <w:proofErr w:type="gramEnd"/>
            <w:r w:rsidRPr="006A7E73">
              <w:t xml:space="preserve"> convey explicit information, requirements and recommendations</w:t>
            </w:r>
            <w:r>
              <w:t xml:space="preserve"> for permaculture systems development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CD3FE3A" w:rsidR="00F1480E" w:rsidRPr="005404CB" w:rsidRDefault="004F78AE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15CF7C08" w:rsidR="00F1480E" w:rsidRPr="005404CB" w:rsidRDefault="006A7E73">
            <w:pPr>
              <w:pStyle w:val="SIBulletList1"/>
              <w:rPr>
                <w:rFonts w:eastAsia="Calibri"/>
              </w:rPr>
            </w:pPr>
            <w:r w:rsidRPr="006A7E73">
              <w:t xml:space="preserve">Determines and confirms client requirements using collaborative and inclusive techniques including active listening </w:t>
            </w:r>
            <w:r w:rsidR="004E7A05">
              <w:t>and questioning and reading of</w:t>
            </w:r>
            <w:r w:rsidRPr="006A7E73">
              <w:t xml:space="preserve"> non-verbal signals to convey and clarify and confirm </w:t>
            </w:r>
            <w:r>
              <w:t>permaculture requirements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79700C4E" w14:textId="77777777" w:rsidR="004B22E5" w:rsidRDefault="004B22E5" w:rsidP="004B22E5">
            <w:pPr>
              <w:pStyle w:val="SIText"/>
            </w:pPr>
            <w:r w:rsidRPr="004B22E5">
              <w:t>AHCPER401 Provide advice on permaculture principles and practices</w:t>
            </w:r>
          </w:p>
          <w:p w14:paraId="215AE4EC" w14:textId="094B660C" w:rsidR="00952B5B" w:rsidRPr="004B22E5" w:rsidRDefault="00952B5B" w:rsidP="004B22E5">
            <w:pPr>
              <w:pStyle w:val="SIText"/>
            </w:pPr>
            <w:r>
              <w:t>Release 2</w:t>
            </w:r>
          </w:p>
          <w:p w14:paraId="18ED5BE1" w14:textId="45A28CEA" w:rsidR="00CB13DA" w:rsidRPr="00CB13DA" w:rsidRDefault="00CB13DA" w:rsidP="00CB13DA">
            <w:pPr>
              <w:pStyle w:val="SIText"/>
            </w:pPr>
          </w:p>
        </w:tc>
        <w:tc>
          <w:tcPr>
            <w:tcW w:w="1105" w:type="pct"/>
          </w:tcPr>
          <w:p w14:paraId="4ABA699B" w14:textId="77777777" w:rsidR="00CB13DA" w:rsidRDefault="004B22E5" w:rsidP="00CB13DA">
            <w:pPr>
              <w:pStyle w:val="SIText"/>
            </w:pPr>
            <w:r w:rsidRPr="004B22E5">
              <w:t>AHCPER401 Provide advice on permaculture principles and practices</w:t>
            </w:r>
          </w:p>
          <w:p w14:paraId="64EA7AE3" w14:textId="74B6BC18" w:rsidR="00952B5B" w:rsidRPr="00CB13DA" w:rsidRDefault="00952B5B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82CEB76" w14:textId="77777777" w:rsidR="00067DF4" w:rsidRDefault="004B22E5">
            <w:pPr>
              <w:pStyle w:val="SIText"/>
            </w:pPr>
            <w:r>
              <w:t>Minor changes to Application, E</w:t>
            </w:r>
            <w:r w:rsidR="00067DF4">
              <w:t>lements</w:t>
            </w:r>
          </w:p>
          <w:p w14:paraId="3E031D32" w14:textId="1D986302" w:rsidR="00E44B35" w:rsidRPr="00CB13DA" w:rsidRDefault="00067DF4">
            <w:pPr>
              <w:pStyle w:val="SIText"/>
            </w:pPr>
            <w:r>
              <w:t xml:space="preserve">Changes to </w:t>
            </w:r>
            <w:r w:rsidR="004B22E5">
              <w:t>Performance Criteria and sequencing for clarity</w:t>
            </w:r>
          </w:p>
        </w:tc>
        <w:tc>
          <w:tcPr>
            <w:tcW w:w="1616" w:type="pct"/>
          </w:tcPr>
          <w:p w14:paraId="426455CD" w14:textId="019A73EB" w:rsidR="00CB13DA" w:rsidRPr="00CB13DA" w:rsidRDefault="00F6412C" w:rsidP="00CB13DA">
            <w:pPr>
              <w:pStyle w:val="SIText"/>
            </w:pPr>
            <w:r>
              <w:t>E</w:t>
            </w:r>
            <w:r w:rsidR="004B22E5">
              <w:t>quivalent</w:t>
            </w:r>
          </w:p>
        </w:tc>
      </w:tr>
    </w:tbl>
    <w:p w14:paraId="127C3A94" w14:textId="6E5216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23673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20F02" w:rsidRPr="00120F02">
              <w:t>AHCPER401 Provide advice on permaculture principles and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A4DFEB3" w14:textId="77777777" w:rsidR="0065517C" w:rsidRPr="0065517C" w:rsidRDefault="0065517C" w:rsidP="0065517C">
            <w:pPr>
              <w:pStyle w:val="SIText"/>
            </w:pPr>
            <w:r w:rsidRPr="0065517C">
              <w:t xml:space="preserve">An individual demonstrating competency must satisfy </w:t>
            </w:r>
            <w:proofErr w:type="gramStart"/>
            <w:r w:rsidRPr="0065517C">
              <w:t>all of</w:t>
            </w:r>
            <w:proofErr w:type="gramEnd"/>
            <w:r w:rsidRPr="0065517C">
              <w:t xml:space="preserve"> the elements and performance criteria in this unit.</w:t>
            </w:r>
          </w:p>
          <w:p w14:paraId="392728BA" w14:textId="5679D507" w:rsidR="0065517C" w:rsidRDefault="0065517C" w:rsidP="006370A2">
            <w:pPr>
              <w:pStyle w:val="SIText"/>
            </w:pPr>
            <w:r w:rsidRPr="0065517C">
              <w:t>There must be evidence that the individual has</w:t>
            </w:r>
            <w:r>
              <w:t xml:space="preserve"> on at least one occasion engaged with a client to provide advice on permaculture principles and practices and has</w:t>
            </w:r>
            <w:r w:rsidRPr="0065517C">
              <w:t>:</w:t>
            </w:r>
          </w:p>
          <w:p w14:paraId="2F0A63FB" w14:textId="4226ED4A" w:rsidR="00FB02C0" w:rsidRPr="00FB02C0" w:rsidRDefault="00FB02C0" w:rsidP="00FB02C0">
            <w:pPr>
              <w:pStyle w:val="SIBulletList1"/>
            </w:pPr>
            <w:r w:rsidRPr="00FB02C0">
              <w:t>identif</w:t>
            </w:r>
            <w:r w:rsidR="0065517C">
              <w:t>ied</w:t>
            </w:r>
            <w:r w:rsidRPr="00FB02C0">
              <w:t xml:space="preserve"> </w:t>
            </w:r>
            <w:r w:rsidR="0065517C" w:rsidRPr="0065517C">
              <w:t xml:space="preserve">requirements </w:t>
            </w:r>
            <w:r w:rsidR="0065517C">
              <w:t xml:space="preserve">for </w:t>
            </w:r>
            <w:r w:rsidRPr="00FB02C0">
              <w:t>advice</w:t>
            </w:r>
            <w:r w:rsidR="0065517C">
              <w:t xml:space="preserve"> and prepared a client brief</w:t>
            </w:r>
          </w:p>
          <w:p w14:paraId="572BCC0B" w14:textId="5D423569" w:rsidR="0065517C" w:rsidRDefault="0065517C" w:rsidP="00FB02C0">
            <w:pPr>
              <w:pStyle w:val="SIBulletList1"/>
            </w:pPr>
            <w:r w:rsidRPr="0065517C">
              <w:t>provide</w:t>
            </w:r>
            <w:r>
              <w:t xml:space="preserve">d </w:t>
            </w:r>
            <w:r w:rsidRPr="0065517C">
              <w:t xml:space="preserve">general information to support client understanding </w:t>
            </w:r>
            <w:r>
              <w:t>of</w:t>
            </w:r>
            <w:r w:rsidRPr="0065517C">
              <w:t xml:space="preserve"> permaculture principles</w:t>
            </w:r>
            <w:r>
              <w:t xml:space="preserve"> and practices</w:t>
            </w:r>
          </w:p>
          <w:p w14:paraId="1A42938D" w14:textId="49CF2385" w:rsidR="004652C9" w:rsidRDefault="004652C9" w:rsidP="00FB02C0">
            <w:pPr>
              <w:pStyle w:val="SIBulletList1"/>
            </w:pPr>
            <w:r>
              <w:t xml:space="preserve">investigated current </w:t>
            </w:r>
            <w:r w:rsidR="009038A8">
              <w:t xml:space="preserve">principles and </w:t>
            </w:r>
            <w:r>
              <w:t>practices</w:t>
            </w:r>
            <w:r w:rsidR="009038A8">
              <w:t xml:space="preserve"> of permaculture</w:t>
            </w:r>
          </w:p>
          <w:p w14:paraId="6EF79395" w14:textId="05AABAA6" w:rsidR="009038A8" w:rsidRDefault="009038A8" w:rsidP="00FB02C0">
            <w:pPr>
              <w:pStyle w:val="SIBulletList1"/>
            </w:pPr>
            <w:r>
              <w:t xml:space="preserve">investigated permaculture applications for client brief </w:t>
            </w:r>
          </w:p>
          <w:p w14:paraId="6BFA69AA" w14:textId="441EC0B6" w:rsidR="00556C4C" w:rsidRPr="005404CB" w:rsidRDefault="009038A8" w:rsidP="006370A2">
            <w:pPr>
              <w:pStyle w:val="SIBulletList1"/>
            </w:pPr>
            <w:r>
              <w:t xml:space="preserve">documented and </w:t>
            </w:r>
            <w:r w:rsidR="00FB02C0" w:rsidRPr="00FB02C0">
              <w:t>provide</w:t>
            </w:r>
            <w:r w:rsidR="004652C9">
              <w:t>d</w:t>
            </w:r>
            <w:r w:rsidR="00FB02C0" w:rsidRPr="00FB02C0">
              <w:t xml:space="preserve"> </w:t>
            </w:r>
            <w:r w:rsidR="006518B0">
              <w:t xml:space="preserve">specific </w:t>
            </w:r>
            <w:r w:rsidR="00FB02C0" w:rsidRPr="00FB02C0">
              <w:t>advice on permaculture practices and strategies</w:t>
            </w:r>
            <w:r w:rsidR="006518B0">
              <w:t xml:space="preserve"> according to client brief</w:t>
            </w:r>
            <w:r w:rsidR="00FB07BC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2A93229" w14:textId="69286977" w:rsidR="0065517C" w:rsidRDefault="0065517C" w:rsidP="006370A2">
            <w:pPr>
              <w:pStyle w:val="SIText"/>
            </w:pPr>
            <w:r w:rsidRPr="0065517C">
              <w:t>An individual must be able to demonstrate the knowledge required to perform the tasks outlined in the elements and performance criteria of this unit. This includes knowledge of:</w:t>
            </w:r>
          </w:p>
          <w:p w14:paraId="4347A821" w14:textId="4E62F5F0" w:rsidR="00FB02C0" w:rsidRPr="00FB02C0" w:rsidRDefault="00891652" w:rsidP="00FB02C0">
            <w:pPr>
              <w:pStyle w:val="SIBulletList1"/>
            </w:pPr>
            <w:r>
              <w:t xml:space="preserve">twelve </w:t>
            </w:r>
            <w:r w:rsidR="00FB02C0" w:rsidRPr="00FB02C0">
              <w:t>principles of permaculture</w:t>
            </w:r>
          </w:p>
          <w:p w14:paraId="15819EED" w14:textId="77777777" w:rsidR="004B451A" w:rsidRDefault="00FB02C0" w:rsidP="00FB02C0">
            <w:pPr>
              <w:pStyle w:val="SIBulletList1"/>
            </w:pPr>
            <w:r w:rsidRPr="00FB02C0">
              <w:t>ethics of permaculture</w:t>
            </w:r>
            <w:r w:rsidR="004B451A">
              <w:t>, including</w:t>
            </w:r>
            <w:r w:rsidRPr="00FB02C0">
              <w:t>:</w:t>
            </w:r>
          </w:p>
          <w:p w14:paraId="7A38C544" w14:textId="4581CDC1" w:rsidR="004B451A" w:rsidRDefault="00FB02C0" w:rsidP="006370A2">
            <w:pPr>
              <w:pStyle w:val="SIBulletList2"/>
            </w:pPr>
            <w:r w:rsidRPr="00FB02C0">
              <w:t>care for the earth</w:t>
            </w:r>
          </w:p>
          <w:p w14:paraId="4C1D2A21" w14:textId="1FBF4F97" w:rsidR="004B451A" w:rsidRDefault="00FB02C0" w:rsidP="006370A2">
            <w:pPr>
              <w:pStyle w:val="SIBulletList2"/>
            </w:pPr>
            <w:r w:rsidRPr="00FB02C0">
              <w:t>care for all people</w:t>
            </w:r>
          </w:p>
          <w:p w14:paraId="3C7EB76A" w14:textId="095D0B9B" w:rsidR="004B451A" w:rsidRDefault="00FB02C0" w:rsidP="006370A2">
            <w:pPr>
              <w:pStyle w:val="SIBulletList2"/>
            </w:pPr>
            <w:r w:rsidRPr="00FB02C0">
              <w:t>fair share of surpluses</w:t>
            </w:r>
          </w:p>
          <w:p w14:paraId="2F09D34E" w14:textId="75C5A3D1" w:rsidR="00FB02C0" w:rsidRPr="00FB02C0" w:rsidRDefault="00FB02C0" w:rsidP="006370A2">
            <w:pPr>
              <w:pStyle w:val="SIBulletList2"/>
            </w:pPr>
            <w:r w:rsidRPr="00FB02C0">
              <w:t>setting limits to biophysical growth</w:t>
            </w:r>
            <w:r w:rsidR="004B451A">
              <w:t xml:space="preserve">, including </w:t>
            </w:r>
            <w:r w:rsidRPr="00FB02C0">
              <w:t>population, resource use and waste</w:t>
            </w:r>
          </w:p>
          <w:p w14:paraId="26FC1E98" w14:textId="3A2A7220" w:rsidR="00FB02C0" w:rsidRPr="00FB02C0" w:rsidRDefault="00FB02C0" w:rsidP="00FB02C0">
            <w:pPr>
              <w:pStyle w:val="SIBulletList1"/>
            </w:pPr>
            <w:r w:rsidRPr="00FB02C0">
              <w:t xml:space="preserve">permaculture practices and strategies, </w:t>
            </w:r>
            <w:r w:rsidR="004B451A">
              <w:t>including:</w:t>
            </w:r>
          </w:p>
          <w:p w14:paraId="312E7D18" w14:textId="77777777" w:rsidR="00FB02C0" w:rsidRPr="00FB02C0" w:rsidRDefault="00FB02C0" w:rsidP="00FB02C0">
            <w:pPr>
              <w:pStyle w:val="SIBulletList2"/>
            </w:pPr>
            <w:r w:rsidRPr="00FB02C0">
              <w:t xml:space="preserve">personal, household, </w:t>
            </w:r>
            <w:proofErr w:type="gramStart"/>
            <w:r w:rsidRPr="00FB02C0">
              <w:t>community</w:t>
            </w:r>
            <w:proofErr w:type="gramEnd"/>
            <w:r w:rsidRPr="00FB02C0">
              <w:t xml:space="preserve"> and bioregional strategies</w:t>
            </w:r>
          </w:p>
          <w:p w14:paraId="5F81CD52" w14:textId="77777777" w:rsidR="00FB02C0" w:rsidRPr="00FB02C0" w:rsidRDefault="00FB02C0" w:rsidP="00FB02C0">
            <w:pPr>
              <w:pStyle w:val="SIBulletList2"/>
            </w:pPr>
            <w:r w:rsidRPr="00FB02C0">
              <w:t xml:space="preserve">sustainable agriculture, horticulture, </w:t>
            </w:r>
            <w:proofErr w:type="gramStart"/>
            <w:r w:rsidRPr="00FB02C0">
              <w:t>aquaculture</w:t>
            </w:r>
            <w:proofErr w:type="gramEnd"/>
            <w:r w:rsidRPr="00FB02C0">
              <w:t xml:space="preserve"> and organic gardening</w:t>
            </w:r>
          </w:p>
          <w:p w14:paraId="11AEA732" w14:textId="77777777" w:rsidR="00FB02C0" w:rsidRPr="00FB02C0" w:rsidRDefault="00FB02C0" w:rsidP="00FB02C0">
            <w:pPr>
              <w:pStyle w:val="SIBulletList2"/>
            </w:pPr>
            <w:r w:rsidRPr="00FB02C0">
              <w:t>economic alternatives that support sustainable living</w:t>
            </w:r>
          </w:p>
          <w:p w14:paraId="7450EBEC" w14:textId="77777777" w:rsidR="00FB02C0" w:rsidRPr="00FB02C0" w:rsidRDefault="00FB02C0" w:rsidP="00FB02C0">
            <w:pPr>
              <w:pStyle w:val="SIBulletList2"/>
            </w:pPr>
            <w:r w:rsidRPr="00FB02C0">
              <w:t>low energy and low embodied energy building and manufacturing</w:t>
            </w:r>
          </w:p>
          <w:p w14:paraId="5F77B6DE" w14:textId="77777777" w:rsidR="00FB02C0" w:rsidRPr="00FB02C0" w:rsidRDefault="00FB02C0" w:rsidP="00FB02C0">
            <w:pPr>
              <w:pStyle w:val="SIBulletList2"/>
            </w:pPr>
            <w:r w:rsidRPr="00FB02C0">
              <w:t>appropriate technology</w:t>
            </w:r>
          </w:p>
          <w:p w14:paraId="0EAF3F7D" w14:textId="77777777" w:rsidR="00FB02C0" w:rsidRPr="00FB02C0" w:rsidRDefault="00FB02C0" w:rsidP="00FB02C0">
            <w:pPr>
              <w:pStyle w:val="SIBulletList2"/>
            </w:pPr>
            <w:r w:rsidRPr="00FB02C0">
              <w:t>restoration ecology and maintenance of biodiversity</w:t>
            </w:r>
          </w:p>
          <w:p w14:paraId="742353E8" w14:textId="40F0B27D" w:rsidR="00FB02C0" w:rsidRPr="00FB02C0" w:rsidRDefault="00FB02C0" w:rsidP="00FB02C0">
            <w:pPr>
              <w:pStyle w:val="SIBulletList2"/>
            </w:pPr>
            <w:r w:rsidRPr="00FB02C0">
              <w:t xml:space="preserve">sustainable community development, bioregional development and </w:t>
            </w:r>
            <w:proofErr w:type="spellStart"/>
            <w:r w:rsidRPr="00FB02C0">
              <w:t>relocalisation</w:t>
            </w:r>
            <w:proofErr w:type="spellEnd"/>
          </w:p>
          <w:p w14:paraId="0A56DFA6" w14:textId="77777777" w:rsidR="00FB02C0" w:rsidRPr="00FB02C0" w:rsidRDefault="00FB02C0" w:rsidP="00FB02C0">
            <w:pPr>
              <w:pStyle w:val="SIBulletList2"/>
            </w:pPr>
            <w:r w:rsidRPr="00FB02C0">
              <w:t xml:space="preserve">Reuse and return of products in manufacturing cycle and waste utilisation, </w:t>
            </w:r>
            <w:proofErr w:type="gramStart"/>
            <w:r w:rsidRPr="00FB02C0">
              <w:t>waste water</w:t>
            </w:r>
            <w:proofErr w:type="gramEnd"/>
            <w:r w:rsidRPr="00FB02C0">
              <w:t>, grey water, sewage and resource treatment for re-use and recycling</w:t>
            </w:r>
          </w:p>
          <w:p w14:paraId="41CE9A3A" w14:textId="77777777" w:rsidR="00FB02C0" w:rsidRPr="00FB02C0" w:rsidRDefault="00FB02C0" w:rsidP="00FB02C0">
            <w:pPr>
              <w:pStyle w:val="SIBulletList2"/>
            </w:pPr>
            <w:r w:rsidRPr="00FB02C0">
              <w:t>Sustainability education</w:t>
            </w:r>
          </w:p>
          <w:p w14:paraId="2DFF8261" w14:textId="77777777" w:rsidR="00FB02C0" w:rsidRPr="00FB02C0" w:rsidRDefault="00FB02C0" w:rsidP="00FB02C0">
            <w:pPr>
              <w:pStyle w:val="SIBulletList1"/>
            </w:pPr>
            <w:r w:rsidRPr="00FB02C0">
              <w:t>elements of permaculture systems</w:t>
            </w:r>
          </w:p>
          <w:p w14:paraId="3E399EE0" w14:textId="77777777" w:rsidR="00FB02C0" w:rsidRPr="00FB02C0" w:rsidRDefault="00FB02C0" w:rsidP="00FB02C0">
            <w:pPr>
              <w:pStyle w:val="SIBulletList1"/>
            </w:pPr>
            <w:r w:rsidRPr="00FB02C0">
              <w:t>functions of permaculture systems</w:t>
            </w:r>
          </w:p>
          <w:p w14:paraId="4390D6D5" w14:textId="77777777" w:rsidR="00FB02C0" w:rsidRPr="00FB02C0" w:rsidRDefault="00FB02C0" w:rsidP="00FB02C0">
            <w:pPr>
              <w:pStyle w:val="SIBulletList1"/>
            </w:pPr>
            <w:r w:rsidRPr="00FB02C0">
              <w:t>permaculture design techniques</w:t>
            </w:r>
          </w:p>
          <w:p w14:paraId="268E92F4" w14:textId="77777777" w:rsidR="00FB02C0" w:rsidRPr="00FB02C0" w:rsidRDefault="00FB02C0" w:rsidP="00FB02C0">
            <w:pPr>
              <w:pStyle w:val="SIBulletList1"/>
            </w:pPr>
            <w:r w:rsidRPr="00FB02C0">
              <w:t xml:space="preserve">innovation in plant, </w:t>
            </w:r>
            <w:proofErr w:type="gramStart"/>
            <w:r w:rsidRPr="00FB02C0">
              <w:t>animal</w:t>
            </w:r>
            <w:proofErr w:type="gramEnd"/>
            <w:r w:rsidRPr="00FB02C0">
              <w:t xml:space="preserve"> and technology selection, use and performance</w:t>
            </w:r>
          </w:p>
          <w:p w14:paraId="46A871DB" w14:textId="77777777" w:rsidR="00FB02C0" w:rsidRPr="00FB02C0" w:rsidRDefault="00FB02C0" w:rsidP="00FB02C0">
            <w:pPr>
              <w:pStyle w:val="SIBulletList1"/>
            </w:pPr>
            <w:r w:rsidRPr="00FB02C0">
              <w:t>recent practice in bioregional community development and local energy descent planning</w:t>
            </w:r>
          </w:p>
          <w:p w14:paraId="4724C8E2" w14:textId="77777777" w:rsidR="00FB02C0" w:rsidRPr="00FB02C0" w:rsidRDefault="00FB02C0" w:rsidP="00FB02C0">
            <w:pPr>
              <w:pStyle w:val="SIBulletList1"/>
            </w:pPr>
            <w:r w:rsidRPr="00FB02C0">
              <w:t>client communication techniques, record keeping and listening techniques</w:t>
            </w:r>
          </w:p>
          <w:p w14:paraId="693B5646" w14:textId="084E115B" w:rsidR="00FB02C0" w:rsidRPr="00FB02C0" w:rsidRDefault="00FB02C0" w:rsidP="00FB02C0">
            <w:pPr>
              <w:pStyle w:val="SIBulletList1"/>
            </w:pPr>
            <w:r w:rsidRPr="00FB02C0">
              <w:t>preparation of reports and presentations for clients</w:t>
            </w:r>
            <w:r w:rsidR="009038A8">
              <w:t>, including:</w:t>
            </w:r>
          </w:p>
          <w:p w14:paraId="09FC1DCB" w14:textId="5851A2AB" w:rsidR="00DB1A5E" w:rsidRDefault="00DB1A5E" w:rsidP="006370A2">
            <w:pPr>
              <w:pStyle w:val="SIBulletList2"/>
            </w:pPr>
            <w:r>
              <w:t xml:space="preserve">types of presentation of advice, including visual, oral, </w:t>
            </w:r>
            <w:proofErr w:type="gramStart"/>
            <w:r>
              <w:t>formal</w:t>
            </w:r>
            <w:proofErr w:type="gramEnd"/>
            <w:r>
              <w:t xml:space="preserve"> or informal</w:t>
            </w:r>
          </w:p>
          <w:p w14:paraId="2469A2E8" w14:textId="363CE847" w:rsidR="00FB02C0" w:rsidRDefault="00FB02C0" w:rsidP="006370A2">
            <w:pPr>
              <w:pStyle w:val="SIBulletList2"/>
            </w:pPr>
            <w:r w:rsidRPr="00FB02C0">
              <w:t>Statements of Limitation</w:t>
            </w:r>
            <w:r w:rsidR="00DB1A5E">
              <w:t xml:space="preserve"> and liabilities of stakeholders</w:t>
            </w:r>
          </w:p>
          <w:p w14:paraId="66DBAF42" w14:textId="77777777" w:rsidR="009038A8" w:rsidRDefault="009038A8" w:rsidP="006370A2">
            <w:pPr>
              <w:pStyle w:val="SIBulletList2"/>
            </w:pPr>
            <w:r>
              <w:t>intellectual property</w:t>
            </w:r>
          </w:p>
          <w:p w14:paraId="5C8CD985" w14:textId="5A90463E" w:rsidR="00F1480E" w:rsidRPr="005404CB" w:rsidRDefault="009038A8" w:rsidP="006370A2">
            <w:pPr>
              <w:pStyle w:val="SIBulletList2"/>
            </w:pPr>
            <w:r>
              <w:t>copyright</w:t>
            </w:r>
            <w:r w:rsidR="00DB1A5E">
              <w:t xml:space="preserve"> and </w:t>
            </w:r>
            <w:r>
              <w:t>referencing in documentation.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C4974B8" w14:textId="488A6599" w:rsidR="0065517C" w:rsidRPr="0065517C" w:rsidRDefault="0065517C" w:rsidP="006370A2">
            <w:pPr>
              <w:pStyle w:val="SIText"/>
            </w:pPr>
            <w:r w:rsidRPr="0065517C">
              <w:t xml:space="preserve">Assessment of the skills in this unit of competency must take place under the following conditions: </w:t>
            </w:r>
          </w:p>
          <w:p w14:paraId="390F8E5C" w14:textId="77777777" w:rsidR="0065517C" w:rsidRPr="0065517C" w:rsidRDefault="0065517C" w:rsidP="006370A2">
            <w:pPr>
              <w:pStyle w:val="SIBulletList1"/>
            </w:pPr>
            <w:r w:rsidRPr="0065517C">
              <w:t>physical conditions:</w:t>
            </w:r>
          </w:p>
          <w:p w14:paraId="24D53F42" w14:textId="62649DAB" w:rsidR="0065517C" w:rsidRPr="0065517C" w:rsidRDefault="0065517C" w:rsidP="0065517C">
            <w:pPr>
              <w:pStyle w:val="SIBulletList2"/>
            </w:pPr>
            <w:r w:rsidRPr="0065517C">
              <w:t xml:space="preserve">skills must be demonstrated in a permaculture </w:t>
            </w:r>
            <w:r w:rsidR="00D608F6">
              <w:t>environment</w:t>
            </w:r>
            <w:r w:rsidRPr="0065517C">
              <w:t xml:space="preserve"> or an environment that accurately represents workplace conditions</w:t>
            </w:r>
          </w:p>
          <w:p w14:paraId="23E886AB" w14:textId="77777777" w:rsidR="0065517C" w:rsidRPr="0065517C" w:rsidRDefault="0065517C" w:rsidP="006370A2">
            <w:pPr>
              <w:pStyle w:val="SIBulletList1"/>
            </w:pPr>
            <w:r w:rsidRPr="0065517C">
              <w:t xml:space="preserve">resources, </w:t>
            </w:r>
            <w:proofErr w:type="gramStart"/>
            <w:r w:rsidRPr="0065517C">
              <w:t>equipment</w:t>
            </w:r>
            <w:proofErr w:type="gramEnd"/>
            <w:r w:rsidRPr="0065517C">
              <w:t xml:space="preserve"> and materials:</w:t>
            </w:r>
          </w:p>
          <w:p w14:paraId="2A8310BC" w14:textId="4901A414" w:rsidR="0065517C" w:rsidRPr="0065517C" w:rsidRDefault="0065517C" w:rsidP="0065517C">
            <w:pPr>
              <w:pStyle w:val="SIBulletList2"/>
            </w:pPr>
            <w:r w:rsidRPr="0065517C">
              <w:t xml:space="preserve">use of </w:t>
            </w:r>
            <w:r w:rsidR="00D608F6">
              <w:t xml:space="preserve">research </w:t>
            </w:r>
            <w:r w:rsidRPr="0065517C">
              <w:t>tools and equipment</w:t>
            </w:r>
          </w:p>
          <w:p w14:paraId="0125C222" w14:textId="422E60ED" w:rsidR="0065517C" w:rsidRDefault="00D608F6" w:rsidP="0065517C">
            <w:pPr>
              <w:pStyle w:val="SIBulletList2"/>
            </w:pPr>
            <w:r>
              <w:t>use of analogue and digital reference resources</w:t>
            </w:r>
          </w:p>
          <w:p w14:paraId="209550EB" w14:textId="77777777" w:rsidR="0065517C" w:rsidRPr="0065517C" w:rsidRDefault="0065517C" w:rsidP="006370A2">
            <w:pPr>
              <w:pStyle w:val="SIBulletList1"/>
            </w:pPr>
            <w:r w:rsidRPr="0065517C">
              <w:t>specifications:</w:t>
            </w:r>
          </w:p>
          <w:p w14:paraId="1B4E148D" w14:textId="77777777" w:rsidR="0065517C" w:rsidRPr="0065517C" w:rsidRDefault="0065517C" w:rsidP="0065517C">
            <w:pPr>
              <w:pStyle w:val="SIBulletList2"/>
            </w:pPr>
            <w:r w:rsidRPr="0065517C">
              <w:t>use of workplace policies, procedures, processes</w:t>
            </w:r>
          </w:p>
          <w:p w14:paraId="41FF9D9B" w14:textId="62330804" w:rsidR="0065517C" w:rsidRPr="0065517C" w:rsidRDefault="0065517C" w:rsidP="0065517C">
            <w:pPr>
              <w:pStyle w:val="SIBulletList2"/>
            </w:pPr>
            <w:r w:rsidRPr="0065517C">
              <w:lastRenderedPageBreak/>
              <w:t xml:space="preserve">use of </w:t>
            </w:r>
            <w:r w:rsidR="00D608F6">
              <w:t>client brief</w:t>
            </w:r>
          </w:p>
          <w:p w14:paraId="064E0FAA" w14:textId="556C43CC" w:rsidR="0065517C" w:rsidRPr="0065517C" w:rsidRDefault="0065517C" w:rsidP="0065517C">
            <w:pPr>
              <w:pStyle w:val="SIBulletList2"/>
            </w:pPr>
            <w:r w:rsidRPr="0065517C">
              <w:t xml:space="preserve">access to </w:t>
            </w:r>
            <w:r w:rsidR="00D608F6">
              <w:t>permaculture and organic principles and practices</w:t>
            </w:r>
          </w:p>
          <w:p w14:paraId="7BBBA3C0" w14:textId="77777777" w:rsidR="0065517C" w:rsidRPr="0065517C" w:rsidRDefault="0065517C" w:rsidP="006370A2">
            <w:pPr>
              <w:pStyle w:val="SIBulletList1"/>
            </w:pPr>
            <w:r w:rsidRPr="0065517C">
              <w:t>relationships:</w:t>
            </w:r>
          </w:p>
          <w:p w14:paraId="61F28CBB" w14:textId="4ECC801C" w:rsidR="0065517C" w:rsidRPr="0065517C" w:rsidRDefault="0065517C">
            <w:pPr>
              <w:pStyle w:val="SIBulletList2"/>
            </w:pPr>
            <w:r w:rsidRPr="0065517C">
              <w:t>client</w:t>
            </w:r>
          </w:p>
          <w:p w14:paraId="759850B7" w14:textId="214D14DE" w:rsidR="003B541E" w:rsidRPr="005404CB" w:rsidRDefault="0065517C" w:rsidP="003B541E">
            <w:pPr>
              <w:pStyle w:val="SIText"/>
              <w:rPr>
                <w:rFonts w:eastAsia="Calibri"/>
              </w:rPr>
            </w:pPr>
            <w:r w:rsidRPr="006551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2B5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BC73C0A" w:rsidR="009C2650" w:rsidRPr="000754EC" w:rsidRDefault="006370A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0F02" w:rsidRPr="00120F02">
      <w:t xml:space="preserve"> AHCPER401 Provide advice on permaculture principles and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898935">
    <w:abstractNumId w:val="4"/>
  </w:num>
  <w:num w:numId="2" w16cid:durableId="189446750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67DF4"/>
    <w:rsid w:val="00070B3E"/>
    <w:rsid w:val="00071F95"/>
    <w:rsid w:val="000737BB"/>
    <w:rsid w:val="00074E47"/>
    <w:rsid w:val="000754EC"/>
    <w:rsid w:val="00086857"/>
    <w:rsid w:val="000873E8"/>
    <w:rsid w:val="0009093B"/>
    <w:rsid w:val="00093507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484"/>
    <w:rsid w:val="003028FC"/>
    <w:rsid w:val="00305EFF"/>
    <w:rsid w:val="00310A6A"/>
    <w:rsid w:val="003144E6"/>
    <w:rsid w:val="003172A8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52C9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2E5"/>
    <w:rsid w:val="004B27C3"/>
    <w:rsid w:val="004B29B7"/>
    <w:rsid w:val="004B451A"/>
    <w:rsid w:val="004B7A28"/>
    <w:rsid w:val="004C2244"/>
    <w:rsid w:val="004C41BA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E7A05"/>
    <w:rsid w:val="004F4019"/>
    <w:rsid w:val="004F5DC7"/>
    <w:rsid w:val="004F78AE"/>
    <w:rsid w:val="004F78DA"/>
    <w:rsid w:val="005012BE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284E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0A2"/>
    <w:rsid w:val="00643D1B"/>
    <w:rsid w:val="006452B8"/>
    <w:rsid w:val="006518B0"/>
    <w:rsid w:val="00652E62"/>
    <w:rsid w:val="0065517C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7E73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054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1652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E260C"/>
    <w:rsid w:val="008E39BE"/>
    <w:rsid w:val="008E62EC"/>
    <w:rsid w:val="008F32F6"/>
    <w:rsid w:val="00903631"/>
    <w:rsid w:val="009038A8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2B5B"/>
    <w:rsid w:val="00953835"/>
    <w:rsid w:val="00955199"/>
    <w:rsid w:val="00960F6C"/>
    <w:rsid w:val="00962B62"/>
    <w:rsid w:val="00970747"/>
    <w:rsid w:val="00973095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2D3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74D68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8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08F6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A5E"/>
    <w:rsid w:val="00DB7D54"/>
    <w:rsid w:val="00DC1D69"/>
    <w:rsid w:val="00DC5A3A"/>
    <w:rsid w:val="00DD0726"/>
    <w:rsid w:val="00E238E6"/>
    <w:rsid w:val="00E34CD8"/>
    <w:rsid w:val="00E35064"/>
    <w:rsid w:val="00E35EE1"/>
    <w:rsid w:val="00E3681D"/>
    <w:rsid w:val="00E37C3B"/>
    <w:rsid w:val="00E40225"/>
    <w:rsid w:val="00E4046B"/>
    <w:rsid w:val="00E44B35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2B18"/>
    <w:rsid w:val="00F33FF2"/>
    <w:rsid w:val="00F434E4"/>
    <w:rsid w:val="00F438FC"/>
    <w:rsid w:val="00F47865"/>
    <w:rsid w:val="00F5616F"/>
    <w:rsid w:val="00F56451"/>
    <w:rsid w:val="00F56827"/>
    <w:rsid w:val="00F60517"/>
    <w:rsid w:val="00F62866"/>
    <w:rsid w:val="00F6412C"/>
    <w:rsid w:val="00F65EF0"/>
    <w:rsid w:val="00F71651"/>
    <w:rsid w:val="00F76191"/>
    <w:rsid w:val="00F76CC6"/>
    <w:rsid w:val="00F77010"/>
    <w:rsid w:val="00F777DC"/>
    <w:rsid w:val="00F824BB"/>
    <w:rsid w:val="00F83D7C"/>
    <w:rsid w:val="00FB02C0"/>
    <w:rsid w:val="00FB07BC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6370A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d50bbff7-d6dd-47d2-864a-cfdc2c3db0f4"/>
    <ds:schemaRef ds:uri="http://schemas.microsoft.com/office/2006/documentManagement/types"/>
    <ds:schemaRef ds:uri="7ee3a392-9fd5-4e44-986b-b11872d0f857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A1580-0426-4057-9698-59B82B73CE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D3A129-C98D-4E6D-A45E-C5C58E7D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296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120</cp:revision>
  <cp:lastPrinted>2016-05-27T05:21:00Z</cp:lastPrinted>
  <dcterms:created xsi:type="dcterms:W3CDTF">2021-09-14T01:14:00Z</dcterms:created>
  <dcterms:modified xsi:type="dcterms:W3CDTF">2022-05-13T02:38:00Z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